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39D75" w14:textId="2AB0EA69" w:rsidR="006879D2" w:rsidRDefault="008E22EF" w:rsidP="00912661">
      <w:pPr>
        <w:spacing w:after="0"/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601D76A4" wp14:editId="0A1472E1">
                <wp:simplePos x="0" y="0"/>
                <wp:positionH relativeFrom="column">
                  <wp:posOffset>475615</wp:posOffset>
                </wp:positionH>
                <wp:positionV relativeFrom="paragraph">
                  <wp:posOffset>474980</wp:posOffset>
                </wp:positionV>
                <wp:extent cx="3892732" cy="2270760"/>
                <wp:effectExtent l="0" t="0" r="0" b="0"/>
                <wp:wrapNone/>
                <wp:docPr id="592348302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chemeClr val="tx2">
                            <a:lumMod val="25000"/>
                            <a:lumOff val="75000"/>
                          </a:schemeClr>
                        </a:solidFill>
                      </wpc:bg>
                      <wpc:whole/>
                      <wps:wsp>
                        <wps:cNvPr id="481629555" name="Heart 481629555"/>
                        <wps:cNvSpPr/>
                        <wps:spPr>
                          <a:xfrm>
                            <a:off x="1211580" y="358140"/>
                            <a:ext cx="1524000" cy="1333500"/>
                          </a:xfrm>
                          <a:prstGeom prst="heart">
                            <a:avLst/>
                          </a:prstGeom>
                          <a:solidFill>
                            <a:schemeClr val="accent5"/>
                          </a:solidFill>
                          <a:ln w="3810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64EBE3" id="Canvas 1" o:spid="_x0000_s1026" editas="canvas" style="position:absolute;margin-left:37.45pt;margin-top:37.4pt;width:306.5pt;height:178.8pt;z-index:251659264;mso-width-relative:margin;mso-height-relative:margin" coordsize="38925,22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925;height:22707;visibility:visible;mso-wrap-style:square" filled="t" fillcolor="#d4cac4 [831]">
                  <v:fill o:detectmouseclick="t"/>
                  <v:path o:connecttype="none"/>
                </v:shape>
                <v:shape id="Heart 481629555" o:spid="_x0000_s1028" style="position:absolute;left:12115;top:3581;width:15240;height:13335;visibility:visible;mso-wrap-style:square;v-text-anchor:middle" coordsize="1524000,1333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" path="m762000,333375v317500,-777875,1555750,,,1000125c-793750,333375,444500,-444500,762000,333375xe" fillcolor="#e64823 [3208]" strokecolor="#b2530e [2407]" strokeweight="3pt">
                  <v:path arrowok="t" o:connecttype="custom" o:connectlocs="762000,333375;762000,1333500;762000,333375" o:connectangles="0,0,0"/>
                </v:shape>
              </v:group>
            </w:pict>
          </mc:Fallback>
        </mc:AlternateContent>
      </w:r>
    </w:p>
    <w:sectPr w:rsidR="006879D2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2EF"/>
    <w:rsid w:val="000C1ECD"/>
    <w:rsid w:val="002B63F0"/>
    <w:rsid w:val="00321565"/>
    <w:rsid w:val="00326855"/>
    <w:rsid w:val="004E38BB"/>
    <w:rsid w:val="005702D9"/>
    <w:rsid w:val="0062363A"/>
    <w:rsid w:val="006879D2"/>
    <w:rsid w:val="007257C4"/>
    <w:rsid w:val="0087728C"/>
    <w:rsid w:val="008E22EF"/>
    <w:rsid w:val="00912661"/>
    <w:rsid w:val="00936920"/>
    <w:rsid w:val="00AB7264"/>
    <w:rsid w:val="00B1519E"/>
    <w:rsid w:val="00BB620D"/>
    <w:rsid w:val="00BD6080"/>
    <w:rsid w:val="00C26373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C3AB"/>
  <w14:discardImageEditingData/>
  <w14:defaultImageDpi w14:val="32767"/>
  <w15:chartTrackingRefBased/>
  <w15:docId w15:val="{AE338DBD-CB28-4E9B-B299-610556566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1</cp:revision>
  <dcterms:created xsi:type="dcterms:W3CDTF">2023-11-10T16:01:00Z</dcterms:created>
  <dcterms:modified xsi:type="dcterms:W3CDTF">2023-11-10T16:05:00Z</dcterms:modified>
</cp:coreProperties>
</file>